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25F55D84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0B119C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CD57150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podlimitní veřejnou zakázku zadávanou </w:t>
      </w:r>
      <w:r w:rsidRPr="00075C47">
        <w:rPr>
          <w:rFonts w:ascii="Arial" w:hAnsi="Arial" w:cs="Arial"/>
          <w:b/>
        </w:rPr>
        <w:t>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782B2517" w:rsidR="00D8160F" w:rsidRPr="00447B8F" w:rsidRDefault="00D8160F" w:rsidP="005777A5">
            <w:pPr>
              <w:pStyle w:val="Zhlav"/>
              <w:jc w:val="center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87529D">
              <w:rPr>
                <w:rFonts w:ascii="Arial" w:hAnsi="Arial" w:cs="Arial"/>
                <w:b/>
              </w:rPr>
              <w:t xml:space="preserve">Název veřejné </w:t>
            </w:r>
            <w:r w:rsidRPr="005777A5">
              <w:rPr>
                <w:rFonts w:ascii="Arial" w:hAnsi="Arial" w:cs="Arial"/>
                <w:b/>
              </w:rPr>
              <w:t>zakázky:</w:t>
            </w:r>
            <w:r w:rsidR="00347CA7" w:rsidRPr="005777A5">
              <w:rPr>
                <w:rFonts w:ascii="Arial" w:hAnsi="Arial" w:cs="Arial"/>
                <w:b/>
              </w:rPr>
              <w:t xml:space="preserve"> </w:t>
            </w:r>
            <w:r w:rsidR="0073796C" w:rsidRPr="005777A5">
              <w:rPr>
                <w:rFonts w:ascii="Arial" w:hAnsi="Arial" w:cs="Arial"/>
                <w:b/>
              </w:rPr>
              <w:t>VZ</w:t>
            </w:r>
            <w:r w:rsidR="005777A5" w:rsidRPr="005777A5">
              <w:rPr>
                <w:rFonts w:ascii="Arial" w:hAnsi="Arial" w:cs="Arial"/>
                <w:b/>
              </w:rPr>
              <w:t>25</w:t>
            </w:r>
            <w:r w:rsidR="000B119C" w:rsidRPr="005777A5">
              <w:rPr>
                <w:rFonts w:ascii="Arial" w:hAnsi="Arial" w:cs="Arial"/>
                <w:b/>
              </w:rPr>
              <w:t>/2020</w:t>
            </w:r>
            <w:r w:rsidR="00524C43" w:rsidRPr="005777A5">
              <w:rPr>
                <w:rFonts w:ascii="Arial" w:hAnsi="Arial" w:cs="Arial"/>
                <w:b/>
              </w:rPr>
              <w:t xml:space="preserve"> - </w:t>
            </w:r>
            <w:r w:rsidR="00D30A5C" w:rsidRPr="005777A5">
              <w:rPr>
                <w:rFonts w:ascii="Arial" w:hAnsi="Arial" w:cs="Arial"/>
                <w:b/>
              </w:rPr>
              <w:t>„</w:t>
            </w:r>
            <w:r w:rsidR="001722AD" w:rsidRPr="001722AD">
              <w:rPr>
                <w:rFonts w:ascii="Arial" w:hAnsi="Arial" w:cs="Arial"/>
                <w:b/>
              </w:rPr>
              <w:t>Výměna mixážního pultu v režii R 30</w:t>
            </w:r>
            <w:r w:rsidR="00D30A5C" w:rsidRPr="00D30A5C">
              <w:rPr>
                <w:rFonts w:ascii="Arial" w:hAnsi="Arial" w:cs="Arial"/>
                <w:b/>
              </w:rPr>
              <w:t>“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A712933" w14:textId="77777777" w:rsidR="00CB6233" w:rsidRDefault="006F7AF9" w:rsidP="00CB6233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 xml:space="preserve">, odst. 2 písm. a)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7DE6A6C7" w14:textId="77777777" w:rsidR="00CB6233" w:rsidRDefault="00CB6233" w:rsidP="00CB6233">
      <w:pPr>
        <w:pStyle w:val="Odstavecseseznamem"/>
        <w:rPr>
          <w:rFonts w:ascii="Arial" w:hAnsi="Arial" w:cs="Arial"/>
          <w:sz w:val="20"/>
          <w:szCs w:val="20"/>
        </w:rPr>
      </w:pPr>
    </w:p>
    <w:p w14:paraId="55035F8C" w14:textId="14992777" w:rsidR="0087529D" w:rsidRPr="00D35CC2" w:rsidRDefault="006F7AF9" w:rsidP="00CB6233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D35CC2">
        <w:rPr>
          <w:rFonts w:ascii="Arial" w:hAnsi="Arial" w:cs="Arial"/>
          <w:sz w:val="20"/>
          <w:szCs w:val="20"/>
        </w:rPr>
        <w:t xml:space="preserve">splňuje </w:t>
      </w:r>
      <w:r w:rsidRPr="00D35CC2">
        <w:rPr>
          <w:rFonts w:ascii="Arial" w:hAnsi="Arial" w:cs="Arial"/>
          <w:b/>
          <w:sz w:val="20"/>
          <w:szCs w:val="20"/>
        </w:rPr>
        <w:t>technick</w:t>
      </w:r>
      <w:r w:rsidR="008D7673" w:rsidRPr="00D35CC2">
        <w:rPr>
          <w:rFonts w:ascii="Arial" w:hAnsi="Arial" w:cs="Arial"/>
          <w:b/>
          <w:sz w:val="20"/>
          <w:szCs w:val="20"/>
        </w:rPr>
        <w:t>ou</w:t>
      </w:r>
      <w:r w:rsidRPr="00D35CC2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D35CC2">
        <w:rPr>
          <w:rFonts w:ascii="Arial" w:hAnsi="Arial" w:cs="Arial"/>
          <w:b/>
          <w:sz w:val="20"/>
          <w:szCs w:val="20"/>
        </w:rPr>
        <w:t>ci</w:t>
      </w:r>
      <w:r w:rsidRPr="00D35CC2">
        <w:rPr>
          <w:rFonts w:ascii="Arial" w:hAnsi="Arial" w:cs="Arial"/>
          <w:sz w:val="20"/>
          <w:szCs w:val="20"/>
        </w:rPr>
        <w:t xml:space="preserve"> </w:t>
      </w:r>
      <w:r w:rsidR="008D7673" w:rsidRPr="00D35CC2">
        <w:rPr>
          <w:rFonts w:ascii="Arial" w:hAnsi="Arial" w:cs="Arial"/>
          <w:sz w:val="20"/>
          <w:szCs w:val="20"/>
        </w:rPr>
        <w:t>v</w:t>
      </w:r>
      <w:r w:rsidR="00657AF1" w:rsidRPr="00D35CC2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D35CC2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D35CC2">
        <w:rPr>
          <w:rFonts w:ascii="Arial" w:hAnsi="Arial" w:cs="Arial"/>
          <w:b/>
          <w:sz w:val="20"/>
          <w:szCs w:val="20"/>
        </w:rPr>
        <w:t xml:space="preserve">části B. Kvalifikace v čl. </w:t>
      </w:r>
      <w:r w:rsidR="0087529D" w:rsidRPr="00D35CC2">
        <w:rPr>
          <w:rFonts w:ascii="Arial" w:hAnsi="Arial" w:cs="Arial"/>
          <w:b/>
          <w:sz w:val="20"/>
          <w:szCs w:val="20"/>
        </w:rPr>
        <w:t>III</w:t>
      </w:r>
      <w:r w:rsidR="00657AF1" w:rsidRPr="00D35CC2">
        <w:rPr>
          <w:rFonts w:ascii="Arial" w:hAnsi="Arial" w:cs="Arial"/>
          <w:b/>
          <w:sz w:val="20"/>
          <w:szCs w:val="20"/>
        </w:rPr>
        <w:t xml:space="preserve"> Technická kvalifikace</w:t>
      </w:r>
      <w:r w:rsidR="00D30A5C" w:rsidRPr="00D35CC2">
        <w:rPr>
          <w:rFonts w:ascii="Arial" w:hAnsi="Arial" w:cs="Arial"/>
          <w:b/>
          <w:sz w:val="20"/>
          <w:szCs w:val="20"/>
        </w:rPr>
        <w:t xml:space="preserve"> </w:t>
      </w:r>
      <w:r w:rsidR="00D30A5C" w:rsidRPr="00D35CC2">
        <w:rPr>
          <w:rFonts w:ascii="Arial" w:hAnsi="Arial" w:cs="Arial"/>
          <w:sz w:val="20"/>
          <w:szCs w:val="20"/>
        </w:rPr>
        <w:t>a dle</w:t>
      </w:r>
      <w:r w:rsidR="00657AF1" w:rsidRPr="00D35CC2">
        <w:rPr>
          <w:rFonts w:ascii="Arial" w:hAnsi="Arial" w:cs="Arial"/>
          <w:sz w:val="20"/>
          <w:szCs w:val="20"/>
        </w:rPr>
        <w:t xml:space="preserve"> § 79 ZZVZ</w:t>
      </w:r>
      <w:r w:rsidR="00CB6233" w:rsidRPr="00D35CC2">
        <w:rPr>
          <w:rFonts w:ascii="Arial" w:hAnsi="Arial" w:cs="Arial"/>
          <w:sz w:val="20"/>
          <w:szCs w:val="20"/>
        </w:rPr>
        <w:t>:</w:t>
      </w:r>
      <w:r w:rsidR="00657AF1" w:rsidRPr="00D35CC2">
        <w:rPr>
          <w:rFonts w:ascii="Arial" w:hAnsi="Arial" w:cs="Arial"/>
          <w:sz w:val="20"/>
          <w:szCs w:val="20"/>
        </w:rPr>
        <w:t xml:space="preserve"> </w:t>
      </w:r>
    </w:p>
    <w:p w14:paraId="35E5E560" w14:textId="64E64F3A" w:rsidR="00426A8C" w:rsidRPr="00E60003" w:rsidRDefault="00426A8C" w:rsidP="00D35CC2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 w:rsidRPr="00E60003">
        <w:rPr>
          <w:rFonts w:ascii="Arial" w:hAnsi="Arial" w:cs="Arial"/>
          <w:b/>
          <w:sz w:val="20"/>
          <w:szCs w:val="20"/>
        </w:rPr>
        <w:t xml:space="preserve">Seznam významných dodávek </w:t>
      </w:r>
      <w:r w:rsidRPr="00E60003">
        <w:rPr>
          <w:rFonts w:ascii="Arial" w:hAnsi="Arial" w:cs="Arial"/>
          <w:sz w:val="20"/>
          <w:szCs w:val="20"/>
        </w:rPr>
        <w:t xml:space="preserve">poskytnutých za poslední 3 roky před zahájením zadávacího řízení včetně uvedení ceny a doby jejich poskytnutí a identifikace objednatele: </w:t>
      </w:r>
    </w:p>
    <w:p w14:paraId="6FB35F3A" w14:textId="3E800365" w:rsidR="00E60003" w:rsidRPr="00D35CC2" w:rsidRDefault="001B6CF8" w:rsidP="00D35CC2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35CC2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D35CC2">
        <w:rPr>
          <w:rFonts w:ascii="Arial" w:hAnsi="Arial" w:cs="Arial"/>
          <w:b/>
          <w:sz w:val="20"/>
          <w:szCs w:val="20"/>
        </w:rPr>
        <w:t xml:space="preserve"> </w:t>
      </w:r>
      <w:r w:rsidRPr="00D35CC2">
        <w:rPr>
          <w:rFonts w:ascii="Arial" w:hAnsi="Arial" w:cs="Arial"/>
          <w:b/>
          <w:bCs/>
          <w:sz w:val="20"/>
          <w:szCs w:val="20"/>
        </w:rPr>
        <w:t xml:space="preserve">v posledních 3 letech realizoval minimálně </w:t>
      </w:r>
      <w:r w:rsidR="00194054" w:rsidRPr="00D35CC2">
        <w:rPr>
          <w:rFonts w:ascii="Arial" w:hAnsi="Arial" w:cs="Arial"/>
          <w:b/>
          <w:bCs/>
          <w:sz w:val="20"/>
          <w:szCs w:val="20"/>
        </w:rPr>
        <w:t>3</w:t>
      </w:r>
      <w:r w:rsidRPr="00D35CC2">
        <w:rPr>
          <w:rFonts w:ascii="Arial" w:hAnsi="Arial" w:cs="Arial"/>
          <w:b/>
          <w:bCs/>
          <w:sz w:val="20"/>
          <w:szCs w:val="20"/>
        </w:rPr>
        <w:t xml:space="preserve"> obdobné zakázky v min. hodnotě </w:t>
      </w:r>
      <w:r w:rsidR="00E60003" w:rsidRPr="00E60003">
        <w:rPr>
          <w:rFonts w:ascii="Arial" w:hAnsi="Arial" w:cs="Arial"/>
          <w:b/>
          <w:bCs/>
          <w:sz w:val="20"/>
          <w:szCs w:val="20"/>
        </w:rPr>
        <w:t xml:space="preserve">2.000.000,- Kč </w:t>
      </w:r>
      <w:r w:rsidR="00E60003" w:rsidRPr="00E60003">
        <w:rPr>
          <w:rFonts w:ascii="Arial" w:hAnsi="Arial" w:cs="Arial"/>
          <w:bCs/>
          <w:sz w:val="20"/>
          <w:szCs w:val="20"/>
        </w:rPr>
        <w:t>(slovy: dva miliony korun českých)</w:t>
      </w:r>
      <w:r w:rsidR="00E60003" w:rsidRPr="00E60003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  <w:r w:rsidR="00E60003" w:rsidRPr="00E60003">
        <w:rPr>
          <w:rFonts w:ascii="Arial" w:hAnsi="Arial" w:cs="Arial"/>
          <w:b/>
          <w:sz w:val="20"/>
          <w:szCs w:val="20"/>
        </w:rPr>
        <w:t xml:space="preserve">Obdobný druh dodávek zadavatel blíže specifikuje jako </w:t>
      </w:r>
      <w:r w:rsidR="00E60003" w:rsidRPr="00E60003">
        <w:rPr>
          <w:rFonts w:ascii="Arial" w:hAnsi="Arial" w:cs="Arial"/>
          <w:b/>
          <w:bCs/>
          <w:sz w:val="20"/>
          <w:szCs w:val="20"/>
        </w:rPr>
        <w:t>systémy pro zpracování zvuku a AV technologií (mix. pulty, přenosové vozy, produkční systémy, nahrávací / dabingová studia) včetně instalačních a konfiguračních prací.</w:t>
      </w:r>
      <w:r w:rsidR="00E60003" w:rsidRPr="00D35CC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19F77E5" w14:textId="727A4A32" w:rsidR="00847369" w:rsidRDefault="00847369" w:rsidP="00194054">
      <w:pPr>
        <w:pStyle w:val="Odstavecseseznamem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37666EA8" w14:textId="77777777" w:rsidR="00484ECB" w:rsidRDefault="00484ECB" w:rsidP="00D35CC2">
      <w:pPr>
        <w:rPr>
          <w:bCs/>
        </w:rPr>
      </w:pPr>
    </w:p>
    <w:p w14:paraId="00ED028B" w14:textId="77777777" w:rsidR="00F92E8B" w:rsidRPr="002149FC" w:rsidRDefault="00F92E8B" w:rsidP="002149FC">
      <w:pPr>
        <w:rPr>
          <w:rFonts w:ascii="Arial" w:hAnsi="Arial" w:cs="Arial"/>
          <w:sz w:val="20"/>
          <w:szCs w:val="20"/>
        </w:rPr>
      </w:pPr>
    </w:p>
    <w:p w14:paraId="57369F65" w14:textId="3EDAB10D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09D9ACC1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58DC393" w14:textId="57E81FFE" w:rsidR="00D30A5C" w:rsidRPr="00447B8F" w:rsidRDefault="00D30A5C" w:rsidP="0097743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977431">
              <w:rPr>
                <w:rFonts w:ascii="Arial" w:hAnsi="Arial" w:cs="Arial"/>
                <w:sz w:val="20"/>
                <w:szCs w:val="20"/>
              </w:rPr>
              <w:t xml:space="preserve">dodávka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94CF19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764042EE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EC5243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0AD2A7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9410C02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A54A4D1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39F3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139E9B93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F764D38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7D226E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9193BDC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C30010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E63F5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9D10A6" w14:textId="1F4597A6" w:rsidR="00697687" w:rsidRDefault="00697687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4BD780D6" w14:textId="77777777" w:rsidR="00473E12" w:rsidRDefault="00473E12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3CC7D84A" w14:textId="7702E3FC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4485FE10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9C1613A" w14:textId="3F94C40B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977431"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BBDFC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D1DA1A1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3707AE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291BD5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89DC8C5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CE83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850F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D8AE32E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82C0FE0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69C3D6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5EF8C7E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43A07B2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46030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99CD433" w14:textId="77777777" w:rsidR="00E7755A" w:rsidRPr="00473E12" w:rsidRDefault="00E7755A" w:rsidP="00473E12">
      <w:pPr>
        <w:rPr>
          <w:rFonts w:ascii="Arial" w:hAnsi="Arial" w:cs="Arial"/>
          <w:sz w:val="20"/>
          <w:szCs w:val="20"/>
        </w:rPr>
      </w:pPr>
    </w:p>
    <w:p w14:paraId="05638B1D" w14:textId="77777777" w:rsidR="00936A43" w:rsidRDefault="00936A43" w:rsidP="00226F14">
      <w:pPr>
        <w:rPr>
          <w:rFonts w:ascii="Arial" w:hAnsi="Arial" w:cs="Arial"/>
          <w:color w:val="FF0000"/>
          <w:sz w:val="20"/>
          <w:szCs w:val="20"/>
        </w:rPr>
      </w:pPr>
    </w:p>
    <w:p w14:paraId="684BE70D" w14:textId="187DC339" w:rsidR="00936A43" w:rsidRDefault="00936A43" w:rsidP="00936A43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36A43" w:rsidRPr="00447B8F" w14:paraId="2FAAC511" w14:textId="77777777" w:rsidTr="004F3F6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2EBBCF5" w14:textId="2F5214CF" w:rsidR="00936A43" w:rsidRPr="00447B8F" w:rsidRDefault="00936A43" w:rsidP="004F3F6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977431">
              <w:rPr>
                <w:rFonts w:ascii="Arial" w:hAnsi="Arial" w:cs="Arial"/>
                <w:sz w:val="20"/>
                <w:szCs w:val="20"/>
              </w:rPr>
              <w:t>dodávka</w:t>
            </w:r>
            <w:bookmarkStart w:id="0" w:name="_GoBack"/>
            <w:bookmarkEnd w:id="0"/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8BCD7AC" w14:textId="77777777" w:rsidR="00936A43" w:rsidRPr="00447B8F" w:rsidRDefault="00936A43" w:rsidP="004F3F6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6A43" w:rsidRPr="00447B8F" w14:paraId="1D057695" w14:textId="77777777" w:rsidTr="004F3F6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4556E003" w14:textId="77777777" w:rsidR="00936A43" w:rsidRPr="00447B8F" w:rsidRDefault="00936A43" w:rsidP="004F3F6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DCADD4" w14:textId="77777777" w:rsidR="00936A43" w:rsidRPr="00447B8F" w:rsidRDefault="00936A43" w:rsidP="004F3F6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6A43" w:rsidRPr="00447B8F" w14:paraId="025B576F" w14:textId="77777777" w:rsidTr="004F3F6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5A3006D" w14:textId="77777777" w:rsidR="00936A43" w:rsidRPr="00447B8F" w:rsidRDefault="00936A43" w:rsidP="004F3F6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9544EAF" w14:textId="77777777" w:rsidR="00936A43" w:rsidRPr="00447B8F" w:rsidRDefault="00936A43" w:rsidP="004F3F6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6A43" w:rsidRPr="00447B8F" w14:paraId="0F240101" w14:textId="77777777" w:rsidTr="004F3F6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535F839" w14:textId="77777777" w:rsidR="00936A43" w:rsidRPr="00447B8F" w:rsidRDefault="00936A43" w:rsidP="004F3F6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2804D59" w14:textId="77777777" w:rsidR="00936A43" w:rsidRPr="00447B8F" w:rsidRDefault="00936A43" w:rsidP="004F3F6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6A43" w:rsidRPr="00447B8F" w14:paraId="2C910F16" w14:textId="77777777" w:rsidTr="004F3F6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34737FE" w14:textId="77777777" w:rsidR="00936A43" w:rsidRPr="00447B8F" w:rsidRDefault="00936A43" w:rsidP="004F3F6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E3BF0C9" w14:textId="77777777" w:rsidR="00936A43" w:rsidRPr="00447B8F" w:rsidRDefault="00936A43" w:rsidP="004F3F6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6DC9BA5" w14:textId="77777777" w:rsidR="00936A43" w:rsidRDefault="00936A43" w:rsidP="00226F14">
      <w:pPr>
        <w:rPr>
          <w:rFonts w:ascii="Arial" w:hAnsi="Arial" w:cs="Arial"/>
          <w:color w:val="FF0000"/>
          <w:sz w:val="20"/>
          <w:szCs w:val="20"/>
        </w:rPr>
      </w:pPr>
    </w:p>
    <w:p w14:paraId="1CBD3617" w14:textId="77777777" w:rsidR="00226F14" w:rsidRDefault="00226F14" w:rsidP="00226F14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12B1D1E3" w14:textId="77777777" w:rsidR="002A2E89" w:rsidRDefault="002A2E89" w:rsidP="00226F14">
      <w:pPr>
        <w:rPr>
          <w:rFonts w:ascii="Arial" w:hAnsi="Arial" w:cs="Arial"/>
          <w:color w:val="FF0000"/>
          <w:sz w:val="20"/>
          <w:szCs w:val="20"/>
        </w:rPr>
      </w:pPr>
    </w:p>
    <w:p w14:paraId="4EA7DE70" w14:textId="77777777" w:rsidR="002A2E89" w:rsidRPr="008306C6" w:rsidRDefault="002A2E89" w:rsidP="002A2E89">
      <w:pPr>
        <w:spacing w:line="259" w:lineRule="auto"/>
        <w:rPr>
          <w:rFonts w:ascii="Arial" w:hAnsi="Arial" w:cs="Arial"/>
          <w:sz w:val="20"/>
          <w:szCs w:val="20"/>
        </w:rPr>
      </w:pPr>
      <w:r w:rsidRPr="008306C6">
        <w:rPr>
          <w:rFonts w:ascii="Arial" w:hAnsi="Arial" w:cs="Arial"/>
          <w:bCs/>
          <w:sz w:val="20"/>
          <w:szCs w:val="20"/>
        </w:rPr>
        <w:t xml:space="preserve">Prohlašuji, že plnění ve výše uvedených referenčních zakázkách provedl dodavatel </w:t>
      </w:r>
      <w:r w:rsidRPr="008306C6">
        <w:rPr>
          <w:rFonts w:ascii="Arial" w:hAnsi="Arial" w:cs="Arial"/>
          <w:bCs/>
          <w:sz w:val="20"/>
          <w:szCs w:val="20"/>
          <w:highlight w:val="yellow"/>
        </w:rPr>
        <w:t>[DOPLNIT]</w:t>
      </w:r>
      <w:r w:rsidRPr="008306C6">
        <w:rPr>
          <w:rFonts w:ascii="Arial" w:hAnsi="Arial" w:cs="Arial"/>
          <w:bCs/>
          <w:sz w:val="20"/>
          <w:szCs w:val="20"/>
        </w:rPr>
        <w:t xml:space="preserve"> řádně a odborně.</w:t>
      </w:r>
    </w:p>
    <w:p w14:paraId="2D7FAE40" w14:textId="77777777" w:rsidR="008306C6" w:rsidRPr="008306C6" w:rsidRDefault="008306C6" w:rsidP="008306C6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F7A7FA7" w14:textId="77777777" w:rsidR="00226F14" w:rsidRPr="0051683B" w:rsidRDefault="00226F14" w:rsidP="00226F1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2FA1247" w14:textId="77777777" w:rsidR="00593E12" w:rsidRPr="00447B8F" w:rsidRDefault="00593E12" w:rsidP="00E7755A">
      <w:pPr>
        <w:jc w:val="both"/>
        <w:rPr>
          <w:rFonts w:ascii="Arial" w:hAnsi="Arial" w:cs="Arial"/>
          <w:sz w:val="20"/>
          <w:szCs w:val="20"/>
        </w:rPr>
      </w:pPr>
    </w:p>
    <w:p w14:paraId="7825809F" w14:textId="5B50FE87" w:rsidR="001648E6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Pr="00447B8F">
        <w:rPr>
          <w:rFonts w:ascii="Arial" w:hAnsi="Arial" w:cs="Arial"/>
          <w:sz w:val="20"/>
          <w:szCs w:val="20"/>
          <w:highlight w:val="yellow"/>
        </w:rPr>
        <w:t>dd. mm. rrrr</w:t>
      </w:r>
    </w:p>
    <w:sectPr w:rsidR="001648E6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869B0" w14:textId="77777777" w:rsidR="00E1300D" w:rsidRDefault="00E1300D">
      <w:r>
        <w:separator/>
      </w:r>
    </w:p>
  </w:endnote>
  <w:endnote w:type="continuationSeparator" w:id="0">
    <w:p w14:paraId="482A317B" w14:textId="77777777" w:rsidR="00E1300D" w:rsidRDefault="00E1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FD512" w14:textId="77777777" w:rsidR="00E1300D" w:rsidRDefault="00E1300D">
      <w:r>
        <w:separator/>
      </w:r>
    </w:p>
  </w:footnote>
  <w:footnote w:type="continuationSeparator" w:id="0">
    <w:p w14:paraId="56CD307D" w14:textId="77777777" w:rsidR="00E1300D" w:rsidRDefault="00E13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D97D8B"/>
    <w:multiLevelType w:val="hybridMultilevel"/>
    <w:tmpl w:val="FDA0AE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40A7F41"/>
    <w:multiLevelType w:val="multilevel"/>
    <w:tmpl w:val="10280DA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19C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2AD"/>
    <w:rsid w:val="00172B13"/>
    <w:rsid w:val="001750FD"/>
    <w:rsid w:val="001753DD"/>
    <w:rsid w:val="00180AA3"/>
    <w:rsid w:val="001865CA"/>
    <w:rsid w:val="00194054"/>
    <w:rsid w:val="00196603"/>
    <w:rsid w:val="00196D0F"/>
    <w:rsid w:val="00197E77"/>
    <w:rsid w:val="001A0043"/>
    <w:rsid w:val="001A4510"/>
    <w:rsid w:val="001B1CC0"/>
    <w:rsid w:val="001B5842"/>
    <w:rsid w:val="001B5B72"/>
    <w:rsid w:val="001B6CF8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1F7E88"/>
    <w:rsid w:val="00201570"/>
    <w:rsid w:val="00204BF8"/>
    <w:rsid w:val="002064F3"/>
    <w:rsid w:val="00206B3F"/>
    <w:rsid w:val="002116DD"/>
    <w:rsid w:val="00214027"/>
    <w:rsid w:val="002149FC"/>
    <w:rsid w:val="00226BAB"/>
    <w:rsid w:val="00226F14"/>
    <w:rsid w:val="00234DA9"/>
    <w:rsid w:val="00244263"/>
    <w:rsid w:val="00244678"/>
    <w:rsid w:val="00252496"/>
    <w:rsid w:val="00253299"/>
    <w:rsid w:val="002571E5"/>
    <w:rsid w:val="00262416"/>
    <w:rsid w:val="00263317"/>
    <w:rsid w:val="00265F94"/>
    <w:rsid w:val="002674FA"/>
    <w:rsid w:val="00277E3A"/>
    <w:rsid w:val="00284360"/>
    <w:rsid w:val="00291608"/>
    <w:rsid w:val="00296467"/>
    <w:rsid w:val="00296B95"/>
    <w:rsid w:val="002A2E89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2889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3AF"/>
    <w:rsid w:val="003449E9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0081"/>
    <w:rsid w:val="003A3E52"/>
    <w:rsid w:val="003A412F"/>
    <w:rsid w:val="003A581C"/>
    <w:rsid w:val="003B0784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6A8C"/>
    <w:rsid w:val="00431626"/>
    <w:rsid w:val="00433715"/>
    <w:rsid w:val="00441213"/>
    <w:rsid w:val="004412C7"/>
    <w:rsid w:val="00444764"/>
    <w:rsid w:val="004454C6"/>
    <w:rsid w:val="00447B8F"/>
    <w:rsid w:val="00454DFB"/>
    <w:rsid w:val="004700C9"/>
    <w:rsid w:val="00471F54"/>
    <w:rsid w:val="00473E12"/>
    <w:rsid w:val="004745BE"/>
    <w:rsid w:val="00481F5B"/>
    <w:rsid w:val="00484ECB"/>
    <w:rsid w:val="00490059"/>
    <w:rsid w:val="00492840"/>
    <w:rsid w:val="00492E25"/>
    <w:rsid w:val="004A0CD3"/>
    <w:rsid w:val="004A1065"/>
    <w:rsid w:val="004A460A"/>
    <w:rsid w:val="004B5E0E"/>
    <w:rsid w:val="004C68E6"/>
    <w:rsid w:val="004C7ABA"/>
    <w:rsid w:val="004D1528"/>
    <w:rsid w:val="004D3B6F"/>
    <w:rsid w:val="004D5887"/>
    <w:rsid w:val="004D5D14"/>
    <w:rsid w:val="004E1472"/>
    <w:rsid w:val="004E5527"/>
    <w:rsid w:val="004F14F4"/>
    <w:rsid w:val="004F265A"/>
    <w:rsid w:val="00501AB8"/>
    <w:rsid w:val="00503E1B"/>
    <w:rsid w:val="00511F15"/>
    <w:rsid w:val="00524391"/>
    <w:rsid w:val="00524C43"/>
    <w:rsid w:val="00530405"/>
    <w:rsid w:val="0053598A"/>
    <w:rsid w:val="00537516"/>
    <w:rsid w:val="00543594"/>
    <w:rsid w:val="00555BC8"/>
    <w:rsid w:val="00556845"/>
    <w:rsid w:val="005619EC"/>
    <w:rsid w:val="00564D2F"/>
    <w:rsid w:val="005749FE"/>
    <w:rsid w:val="00576CB8"/>
    <w:rsid w:val="005777A5"/>
    <w:rsid w:val="0058172C"/>
    <w:rsid w:val="00585D21"/>
    <w:rsid w:val="005907C7"/>
    <w:rsid w:val="00592649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58AD"/>
    <w:rsid w:val="005E697C"/>
    <w:rsid w:val="005E70FB"/>
    <w:rsid w:val="005F0F39"/>
    <w:rsid w:val="005F256D"/>
    <w:rsid w:val="005F5B3B"/>
    <w:rsid w:val="005F6B4E"/>
    <w:rsid w:val="005F717C"/>
    <w:rsid w:val="00602B13"/>
    <w:rsid w:val="00611851"/>
    <w:rsid w:val="00616259"/>
    <w:rsid w:val="006173E2"/>
    <w:rsid w:val="00617E9F"/>
    <w:rsid w:val="00620CAC"/>
    <w:rsid w:val="006231E2"/>
    <w:rsid w:val="00626C38"/>
    <w:rsid w:val="00631926"/>
    <w:rsid w:val="00632FEA"/>
    <w:rsid w:val="0063437B"/>
    <w:rsid w:val="00636B0A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97687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241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4FC3"/>
    <w:rsid w:val="0080690A"/>
    <w:rsid w:val="008110E1"/>
    <w:rsid w:val="00824139"/>
    <w:rsid w:val="00825415"/>
    <w:rsid w:val="00827701"/>
    <w:rsid w:val="008306C6"/>
    <w:rsid w:val="00830FD7"/>
    <w:rsid w:val="00842B15"/>
    <w:rsid w:val="00843266"/>
    <w:rsid w:val="00843EA3"/>
    <w:rsid w:val="00847369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2E2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36A43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72E1E"/>
    <w:rsid w:val="00977431"/>
    <w:rsid w:val="00981142"/>
    <w:rsid w:val="009829F0"/>
    <w:rsid w:val="00983009"/>
    <w:rsid w:val="009857C0"/>
    <w:rsid w:val="009941C6"/>
    <w:rsid w:val="0099499B"/>
    <w:rsid w:val="009A02F3"/>
    <w:rsid w:val="009A53D7"/>
    <w:rsid w:val="009A63AE"/>
    <w:rsid w:val="009A6EA1"/>
    <w:rsid w:val="009C4165"/>
    <w:rsid w:val="009C6457"/>
    <w:rsid w:val="009D415B"/>
    <w:rsid w:val="009D4DD9"/>
    <w:rsid w:val="009E1078"/>
    <w:rsid w:val="009E4A72"/>
    <w:rsid w:val="009E4B95"/>
    <w:rsid w:val="009F0972"/>
    <w:rsid w:val="009F2277"/>
    <w:rsid w:val="009F2683"/>
    <w:rsid w:val="009F563A"/>
    <w:rsid w:val="00A0147A"/>
    <w:rsid w:val="00A043F2"/>
    <w:rsid w:val="00A10A89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16CA"/>
    <w:rsid w:val="00A74F5F"/>
    <w:rsid w:val="00A757D2"/>
    <w:rsid w:val="00A9101D"/>
    <w:rsid w:val="00AA2D87"/>
    <w:rsid w:val="00AA339E"/>
    <w:rsid w:val="00AA7620"/>
    <w:rsid w:val="00AB2A63"/>
    <w:rsid w:val="00AB37F1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3E87"/>
    <w:rsid w:val="00B37D84"/>
    <w:rsid w:val="00B4044F"/>
    <w:rsid w:val="00B43903"/>
    <w:rsid w:val="00B44AEB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3029"/>
    <w:rsid w:val="00BB7CF1"/>
    <w:rsid w:val="00BC04C5"/>
    <w:rsid w:val="00BC0A93"/>
    <w:rsid w:val="00BC3489"/>
    <w:rsid w:val="00BC514E"/>
    <w:rsid w:val="00BC51CF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26AB0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6233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1E56"/>
    <w:rsid w:val="00D167AC"/>
    <w:rsid w:val="00D2061C"/>
    <w:rsid w:val="00D25C99"/>
    <w:rsid w:val="00D30A5C"/>
    <w:rsid w:val="00D30D07"/>
    <w:rsid w:val="00D35CC2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128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1300D"/>
    <w:rsid w:val="00E2004A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0003"/>
    <w:rsid w:val="00E61A95"/>
    <w:rsid w:val="00E62E02"/>
    <w:rsid w:val="00E66FBA"/>
    <w:rsid w:val="00E67C3C"/>
    <w:rsid w:val="00E772B8"/>
    <w:rsid w:val="00E7755A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5AD"/>
    <w:rsid w:val="00EC0E6B"/>
    <w:rsid w:val="00EC4F7C"/>
    <w:rsid w:val="00ED0A39"/>
    <w:rsid w:val="00ED5C77"/>
    <w:rsid w:val="00ED603E"/>
    <w:rsid w:val="00ED650A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2E8B"/>
    <w:rsid w:val="00F9365B"/>
    <w:rsid w:val="00F95940"/>
    <w:rsid w:val="00FB631D"/>
    <w:rsid w:val="00FC185D"/>
    <w:rsid w:val="00FD7B11"/>
    <w:rsid w:val="00FE2A8F"/>
    <w:rsid w:val="00FF26E4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table" w:customStyle="1" w:styleId="TableGrid">
    <w:name w:val="TableGrid"/>
    <w:rsid w:val="00C26AB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2E10365097744A823D19CA82419865" ma:contentTypeVersion="" ma:contentTypeDescription="Vytvoří nový dokument" ma:contentTypeScope="" ma:versionID="3094577f0a14f8e934be113d5cedb1b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$ListId:dokumentyvz;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EFF20F2-31D8-4430-B2E3-BBC4CC344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15</TotalTime>
  <Pages>2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Janíčková Iva</cp:lastModifiedBy>
  <cp:revision>10</cp:revision>
  <cp:lastPrinted>2018-04-16T14:33:00Z</cp:lastPrinted>
  <dcterms:created xsi:type="dcterms:W3CDTF">2020-06-29T11:07:00Z</dcterms:created>
  <dcterms:modified xsi:type="dcterms:W3CDTF">2020-07-13T08:54:00Z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0x010100F62E10365097744A823D19CA82419865</vt:lpwstr>
  </property>
</Properties>
</file>